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55F46" w14:textId="6235FF20" w:rsidR="00F51F30" w:rsidRDefault="00F51F30" w:rsidP="00F51F30">
      <w:pPr>
        <w:pStyle w:val="OZNPROJEKTUwskazaniedatylubwersjiprojektu"/>
      </w:pPr>
      <w:r>
        <w:t xml:space="preserve">Projekt z dnia </w:t>
      </w:r>
      <w:r w:rsidR="00B259B3">
        <w:t>07</w:t>
      </w:r>
      <w:r w:rsidR="00082ECB">
        <w:t>-0</w:t>
      </w:r>
      <w:r w:rsidR="00B259B3">
        <w:t>8</w:t>
      </w:r>
      <w:r w:rsidR="00082ECB">
        <w:t>-</w:t>
      </w:r>
      <w:r w:rsidR="005A431C">
        <w:t>2025</w:t>
      </w:r>
    </w:p>
    <w:p w14:paraId="64DB7B4D" w14:textId="77777777" w:rsidR="005E6102" w:rsidRPr="005E6102" w:rsidRDefault="005E6102" w:rsidP="005E6102">
      <w:pPr>
        <w:pStyle w:val="OZNRODZAKTUtznustawalubrozporzdzenieiorganwydajcy"/>
      </w:pPr>
    </w:p>
    <w:p w14:paraId="04EB86BB" w14:textId="77777777" w:rsidR="002B3DD1" w:rsidRDefault="00FD4F15" w:rsidP="00FD4F15">
      <w:pPr>
        <w:pStyle w:val="OZNRODZAKTUtznustawalubrozporzdzenieiorganwydajcy"/>
      </w:pPr>
      <w:r w:rsidRPr="00FD4F15">
        <w:t>Rozporządzenie</w:t>
      </w:r>
    </w:p>
    <w:p w14:paraId="3EB42D5B" w14:textId="1D867B51" w:rsidR="00FD4F15" w:rsidRDefault="00FD4F15" w:rsidP="00FD4F15">
      <w:pPr>
        <w:pStyle w:val="OZNRODZAKTUtznustawalubrozporzdzenieiorganwydajcy"/>
      </w:pPr>
      <w:r w:rsidRPr="00FD4F15">
        <w:t>Ministra Zdrowia</w:t>
      </w:r>
      <w:r w:rsidR="004C4289" w:rsidRPr="003B32E9">
        <w:rPr>
          <w:rStyle w:val="IGPindeksgrnyipogrubienie"/>
        </w:rPr>
        <w:footnoteReference w:id="1"/>
      </w:r>
      <w:r w:rsidR="004C4289" w:rsidRPr="003B32E9">
        <w:rPr>
          <w:rStyle w:val="IGPindeksgrnyipogrubienie"/>
        </w:rPr>
        <w:t>)</w:t>
      </w:r>
      <w:r w:rsidRPr="00FD4F15">
        <w:t xml:space="preserve"> </w:t>
      </w:r>
    </w:p>
    <w:p w14:paraId="213CD18E" w14:textId="77777777" w:rsidR="00FD4F15" w:rsidRDefault="00FD4F15" w:rsidP="00FD4F15">
      <w:pPr>
        <w:pStyle w:val="DATAAKTUdatauchwalenialubwydaniaaktu"/>
      </w:pPr>
      <w:r w:rsidRPr="00FD4F15">
        <w:t>z dnia</w:t>
      </w:r>
      <w:r>
        <w:t xml:space="preserve"> ……………….. r. </w:t>
      </w:r>
    </w:p>
    <w:p w14:paraId="353FF1BA" w14:textId="51B4AD24" w:rsidR="00FD4F15" w:rsidRPr="00FD4F15" w:rsidRDefault="00FD4F15" w:rsidP="00FD4F15">
      <w:pPr>
        <w:pStyle w:val="TYTUAKTUprzedmiotregulacjiustawylubrozporzdzenia"/>
      </w:pPr>
      <w:r w:rsidRPr="00FD4F15">
        <w:t xml:space="preserve">w sprawie leków </w:t>
      </w:r>
      <w:r w:rsidR="00836669" w:rsidRPr="00836669">
        <w:t xml:space="preserve">stosowanych w leczeniu chorób wywołanych narażeniem na działanie azbestu </w:t>
      </w:r>
    </w:p>
    <w:p w14:paraId="71294ECC" w14:textId="6F5C9A9A" w:rsidR="00261A16" w:rsidRPr="00FD4F15" w:rsidRDefault="00FD4F15" w:rsidP="00FD4F15">
      <w:pPr>
        <w:pStyle w:val="NIEARTTEKSTtekstnieartykuowanynppodstprawnarozplubpreambua"/>
      </w:pPr>
      <w:r w:rsidRPr="00FD4F15">
        <w:t xml:space="preserve">Na podstawie art. </w:t>
      </w:r>
      <w:r w:rsidR="00965563">
        <w:t>5</w:t>
      </w:r>
      <w:r w:rsidR="00FF3927">
        <w:t>6</w:t>
      </w:r>
      <w:r w:rsidR="003C091C" w:rsidRPr="00FD4F15">
        <w:t xml:space="preserve"> </w:t>
      </w:r>
      <w:r w:rsidRPr="00FD4F15">
        <w:t>u</w:t>
      </w:r>
      <w:r w:rsidR="00682D01">
        <w:t xml:space="preserve">st. </w:t>
      </w:r>
      <w:r w:rsidR="00704DE7">
        <w:t>5</w:t>
      </w:r>
      <w:r w:rsidRPr="00FD4F15">
        <w:t xml:space="preserve"> </w:t>
      </w:r>
      <w:r w:rsidR="005E6102">
        <w:t>ustawy z dnia ……….. r. o</w:t>
      </w:r>
      <w:r w:rsidR="004A0C93" w:rsidRPr="004A0C93">
        <w:t xml:space="preserve"> wyro</w:t>
      </w:r>
      <w:r w:rsidR="005E6102">
        <w:t>bach zawierających</w:t>
      </w:r>
      <w:r w:rsidR="004A0C93" w:rsidRPr="004A0C93">
        <w:t xml:space="preserve"> azbest </w:t>
      </w:r>
      <w:r w:rsidRPr="00FD4F15">
        <w:t>(Dz.</w:t>
      </w:r>
      <w:r w:rsidR="00C710A3">
        <w:t xml:space="preserve"> </w:t>
      </w:r>
      <w:r w:rsidRPr="00FD4F15">
        <w:t>U. z …… r. poz. ……..) zarządz</w:t>
      </w:r>
      <w:r w:rsidR="009F6634">
        <w:t>a</w:t>
      </w:r>
      <w:r w:rsidRPr="00FD4F15">
        <w:t xml:space="preserve"> się, co następuje:</w:t>
      </w:r>
    </w:p>
    <w:p w14:paraId="7C5DAE37" w14:textId="2EDAEEB9" w:rsidR="00FD4F15" w:rsidRPr="00FD4F15" w:rsidRDefault="00FD4F15" w:rsidP="001224BC">
      <w:pPr>
        <w:pStyle w:val="ARTartustawynprozporzdzenia"/>
      </w:pPr>
      <w:r w:rsidRPr="003213E6">
        <w:rPr>
          <w:rStyle w:val="Ppogrubienie"/>
        </w:rPr>
        <w:t>§ 1.</w:t>
      </w:r>
      <w:r w:rsidRPr="00FD4F15">
        <w:t xml:space="preserve"> </w:t>
      </w:r>
      <w:bookmarkStart w:id="0" w:name="mip11428458"/>
      <w:bookmarkEnd w:id="0"/>
      <w:r w:rsidRPr="00FD4F15">
        <w:t xml:space="preserve">Ustala się wykaz leków </w:t>
      </w:r>
      <w:r w:rsidR="002A1975">
        <w:t xml:space="preserve">stosowanych </w:t>
      </w:r>
      <w:r w:rsidR="001224BC">
        <w:t xml:space="preserve">w leczeniu chorób wywołanych narażeniem na działanie azbestu, </w:t>
      </w:r>
      <w:r w:rsidRPr="00FD4F15">
        <w:t xml:space="preserve">stanowiący </w:t>
      </w:r>
      <w:hyperlink r:id="rId9" w:history="1">
        <w:r w:rsidRPr="00FD4F15">
          <w:t xml:space="preserve">załącznik </w:t>
        </w:r>
      </w:hyperlink>
      <w:r w:rsidRPr="00FD4F15">
        <w:t>do rozporządzenia.</w:t>
      </w:r>
    </w:p>
    <w:p w14:paraId="1F19137F" w14:textId="473864C4" w:rsidR="00FD4F15" w:rsidRDefault="00FD4F15" w:rsidP="00B16B58">
      <w:pPr>
        <w:pStyle w:val="ARTartustawynprozporzdzenia"/>
      </w:pPr>
      <w:bookmarkStart w:id="1" w:name="mip11428459"/>
      <w:bookmarkStart w:id="2" w:name="mip11428461"/>
      <w:bookmarkStart w:id="3" w:name="mip11428466"/>
      <w:bookmarkStart w:id="4" w:name="mip11428467"/>
      <w:bookmarkEnd w:id="1"/>
      <w:bookmarkEnd w:id="2"/>
      <w:bookmarkEnd w:id="3"/>
      <w:bookmarkEnd w:id="4"/>
      <w:r w:rsidRPr="003213E6">
        <w:rPr>
          <w:rStyle w:val="Ppogrubienie"/>
        </w:rPr>
        <w:t xml:space="preserve">§ </w:t>
      </w:r>
      <w:r w:rsidR="001224BC">
        <w:rPr>
          <w:rStyle w:val="Ppogrubienie"/>
        </w:rPr>
        <w:t>2</w:t>
      </w:r>
      <w:r w:rsidR="00B16B58" w:rsidRPr="003213E6">
        <w:rPr>
          <w:rStyle w:val="Ppogrubienie"/>
        </w:rPr>
        <w:t>.</w:t>
      </w:r>
      <w:r w:rsidR="00AE4458" w:rsidRPr="00AE4458">
        <w:t xml:space="preserve"> </w:t>
      </w:r>
      <w:r w:rsidR="00AE4458" w:rsidRPr="004B1737">
        <w:t xml:space="preserve">Rozporządzenie wchodzi w życie </w:t>
      </w:r>
      <w:r w:rsidR="00AE4458">
        <w:t>z dniem następującym po dniu</w:t>
      </w:r>
      <w:r w:rsidR="00AE4458" w:rsidRPr="004B1737">
        <w:t xml:space="preserve"> ogłoszenia</w:t>
      </w:r>
      <w:r w:rsidR="00AE4458">
        <w:rPr>
          <w:rStyle w:val="Odwoanieprzypisudolnego"/>
        </w:rPr>
        <w:t xml:space="preserve"> </w:t>
      </w:r>
      <w:r w:rsidR="00BA7BD7">
        <w:rPr>
          <w:rStyle w:val="Odwoanieprzypisudolnego"/>
        </w:rPr>
        <w:footnoteReference w:id="2"/>
      </w:r>
      <w:r w:rsidR="00BA7BD7">
        <w:rPr>
          <w:rStyle w:val="IGindeksgrny"/>
        </w:rPr>
        <w:t>)</w:t>
      </w:r>
      <w:r w:rsidRPr="00FD4F15">
        <w:t>.</w:t>
      </w:r>
    </w:p>
    <w:p w14:paraId="2B192293" w14:textId="77777777" w:rsidR="008E7D71" w:rsidRPr="00FD4F15" w:rsidRDefault="008E7D71" w:rsidP="00B16B58">
      <w:pPr>
        <w:pStyle w:val="ARTartustawynprozporzdzenia"/>
      </w:pPr>
    </w:p>
    <w:p w14:paraId="200DC1EF" w14:textId="77777777" w:rsidR="00FD4F15" w:rsidRDefault="00B16B58" w:rsidP="00B16B58">
      <w:pPr>
        <w:pStyle w:val="NAZORGWYDnazwaorganuwydajcegoprojektowanyakt"/>
      </w:pPr>
      <w:r>
        <w:t>Minister zdrowia</w:t>
      </w:r>
    </w:p>
    <w:p w14:paraId="68B2314C" w14:textId="77777777" w:rsidR="001224BC" w:rsidRDefault="001224BC" w:rsidP="00B16B58">
      <w:pPr>
        <w:pStyle w:val="NAZORGWYDnazwaorganuwydajcegoprojektowanyakt"/>
      </w:pPr>
    </w:p>
    <w:p w14:paraId="4AD5BCA6" w14:textId="77777777" w:rsidR="00B16B58" w:rsidRDefault="00B16B58">
      <w:pPr>
        <w:widowControl/>
        <w:autoSpaceDE/>
        <w:autoSpaceDN/>
        <w:adjustRightInd/>
        <w:rPr>
          <w:rFonts w:ascii="Times" w:eastAsia="Times New Roman" w:hAnsi="Times" w:cs="Times New Roman"/>
          <w:b/>
          <w:bCs/>
          <w:caps/>
          <w:kern w:val="24"/>
          <w:szCs w:val="24"/>
        </w:rPr>
      </w:pPr>
      <w:r>
        <w:br w:type="page"/>
      </w:r>
    </w:p>
    <w:p w14:paraId="04B30972" w14:textId="3F17E770" w:rsidR="00B16B58" w:rsidRDefault="00B16B58" w:rsidP="00B16B58">
      <w:pPr>
        <w:pStyle w:val="TEKSTZacznikido"/>
      </w:pPr>
      <w:r>
        <w:lastRenderedPageBreak/>
        <w:t>Załącznik do rozporządzenia Ministra Zdrowia z dnia …………..</w:t>
      </w:r>
    </w:p>
    <w:p w14:paraId="637E056C" w14:textId="77777777" w:rsidR="00B16B58" w:rsidRDefault="00B16B58" w:rsidP="00B16B58">
      <w:pPr>
        <w:pStyle w:val="TEKSTZacznikido"/>
      </w:pPr>
    </w:p>
    <w:p w14:paraId="74A2E41C" w14:textId="3102BC46" w:rsidR="00B16B58" w:rsidRDefault="00B16B58" w:rsidP="00B16B58">
      <w:pPr>
        <w:pStyle w:val="OZNZACZNIKAwskazanienrzacznika"/>
      </w:pPr>
      <w:r>
        <w:t xml:space="preserve"> </w:t>
      </w:r>
    </w:p>
    <w:p w14:paraId="28160B3F" w14:textId="20050E71" w:rsidR="001C0070" w:rsidRPr="00393FDC" w:rsidRDefault="001C0070" w:rsidP="00393FDC">
      <w:pPr>
        <w:pStyle w:val="TYTTABELItytutabeli"/>
      </w:pPr>
      <w:r w:rsidRPr="00393FDC">
        <w:t xml:space="preserve">Wykaz leków </w:t>
      </w:r>
      <w:r w:rsidR="00EB18C2" w:rsidRPr="00393FDC">
        <w:t>stosowanych w przy</w:t>
      </w:r>
      <w:r w:rsidR="00DF7AAC" w:rsidRPr="00393FDC">
        <w:t>P</w:t>
      </w:r>
      <w:r w:rsidR="00EB18C2" w:rsidRPr="00393FDC">
        <w:t xml:space="preserve">adku rozpoznania </w:t>
      </w:r>
      <w:r w:rsidRPr="00393FDC">
        <w:t>chor</w:t>
      </w:r>
      <w:r w:rsidR="00EB18C2" w:rsidRPr="00393FDC">
        <w:t>ób</w:t>
      </w:r>
      <w:r w:rsidRPr="00393FDC">
        <w:t xml:space="preserve"> wywołany</w:t>
      </w:r>
      <w:r w:rsidR="00EB18C2" w:rsidRPr="00393FDC">
        <w:t>ch</w:t>
      </w:r>
      <w:r w:rsidR="00DF7AAC" w:rsidRPr="00393FDC">
        <w:t xml:space="preserve"> </w:t>
      </w:r>
      <w:r w:rsidRPr="00393FDC">
        <w:t xml:space="preserve">narażeniem na działanie azbestu </w:t>
      </w:r>
    </w:p>
    <w:p w14:paraId="70BA3A23" w14:textId="77777777" w:rsidR="00B16B58" w:rsidRDefault="00B16B58" w:rsidP="00B16B58">
      <w:pPr>
        <w:pStyle w:val="TEKSTZacznikido"/>
      </w:pPr>
    </w:p>
    <w:p w14:paraId="275A2045" w14:textId="27210F49" w:rsidR="00F51F30" w:rsidRDefault="00F51F30" w:rsidP="00F51F30"/>
    <w:tbl>
      <w:tblPr>
        <w:tblStyle w:val="Siatkatabelijasna"/>
        <w:tblW w:w="0" w:type="auto"/>
        <w:tblLook w:val="0000" w:firstRow="0" w:lastRow="0" w:firstColumn="0" w:lastColumn="0" w:noHBand="0" w:noVBand="0"/>
      </w:tblPr>
      <w:tblGrid>
        <w:gridCol w:w="562"/>
        <w:gridCol w:w="1440"/>
        <w:gridCol w:w="2029"/>
        <w:gridCol w:w="1735"/>
        <w:gridCol w:w="877"/>
        <w:gridCol w:w="1376"/>
        <w:gridCol w:w="1025"/>
      </w:tblGrid>
      <w:tr w:rsidR="00393FDC" w14:paraId="14AF334E" w14:textId="77777777" w:rsidTr="00393FDC">
        <w:tc>
          <w:tcPr>
            <w:tcW w:w="562" w:type="dxa"/>
          </w:tcPr>
          <w:p w14:paraId="574C2790" w14:textId="6B79298C" w:rsidR="00393FDC" w:rsidRDefault="00393FDC" w:rsidP="00393FDC">
            <w:pPr>
              <w:pStyle w:val="TEKSTwTABELIWYRODKOWANYtekstwyrodkowanywpoziomie"/>
            </w:pPr>
            <w:r>
              <w:t>Lp.</w:t>
            </w:r>
          </w:p>
        </w:tc>
        <w:tc>
          <w:tcPr>
            <w:tcW w:w="1440" w:type="dxa"/>
          </w:tcPr>
          <w:p w14:paraId="1F96AB83" w14:textId="1FDFA2A0" w:rsidR="00393FDC" w:rsidRDefault="00393FDC" w:rsidP="00393FDC">
            <w:pPr>
              <w:pStyle w:val="TEKSTwTABELIWYRODKOWANYtekstwyrodkowanywpoziomie"/>
            </w:pPr>
            <w:r>
              <w:t>Nazwa handlowa</w:t>
            </w:r>
          </w:p>
        </w:tc>
        <w:tc>
          <w:tcPr>
            <w:tcW w:w="2029" w:type="dxa"/>
          </w:tcPr>
          <w:p w14:paraId="723E7F27" w14:textId="120CDC70" w:rsidR="00393FDC" w:rsidRDefault="00393FDC" w:rsidP="00393FDC">
            <w:pPr>
              <w:pStyle w:val="TEKSTwTABELIWYRODKOWANYtekstwyrodkowanywpoziomie"/>
            </w:pPr>
            <w:r>
              <w:t>Nazwa powszec</w:t>
            </w:r>
            <w:r w:rsidRPr="00393FDC">
              <w:t>hnie stosowana (międzynarodowa)</w:t>
            </w:r>
          </w:p>
        </w:tc>
        <w:tc>
          <w:tcPr>
            <w:tcW w:w="1735" w:type="dxa"/>
          </w:tcPr>
          <w:p w14:paraId="62A0EEB5" w14:textId="4713B33D" w:rsidR="00393FDC" w:rsidRDefault="00393FDC" w:rsidP="00393FDC">
            <w:pPr>
              <w:pStyle w:val="TEKSTwTABELIWYRODKOWANYtekstwyrodkowanywpoziomie"/>
            </w:pPr>
            <w:r>
              <w:t>Postać farmaceutyczna</w:t>
            </w:r>
          </w:p>
        </w:tc>
        <w:tc>
          <w:tcPr>
            <w:tcW w:w="877" w:type="dxa"/>
          </w:tcPr>
          <w:p w14:paraId="52F27330" w14:textId="34BF46B0" w:rsidR="00393FDC" w:rsidRDefault="00393FDC" w:rsidP="00393FDC">
            <w:pPr>
              <w:pStyle w:val="TEKSTwTABELIWYRODKOWANYtekstwyrodkowanywpoziomie"/>
            </w:pPr>
            <w:r>
              <w:t>Moc</w:t>
            </w:r>
          </w:p>
        </w:tc>
        <w:tc>
          <w:tcPr>
            <w:tcW w:w="1376" w:type="dxa"/>
          </w:tcPr>
          <w:p w14:paraId="3A39E5AF" w14:textId="524D702F" w:rsidR="00393FDC" w:rsidRDefault="00393FDC" w:rsidP="00393FDC">
            <w:pPr>
              <w:pStyle w:val="TEKSTwTABELIWYRODKOWANYtekstwyrodkowanywpoziomie"/>
            </w:pPr>
            <w:r>
              <w:t>Wielkość opakowania</w:t>
            </w:r>
          </w:p>
        </w:tc>
        <w:tc>
          <w:tcPr>
            <w:tcW w:w="1025" w:type="dxa"/>
          </w:tcPr>
          <w:p w14:paraId="5A2D3DF8" w14:textId="173D1AAF" w:rsidR="00393FDC" w:rsidRDefault="00393FDC" w:rsidP="00393FDC">
            <w:pPr>
              <w:pStyle w:val="TEKSTwTABELIWYRODKOWANYtekstwyrodkowanywpoziomie"/>
            </w:pPr>
            <w:r>
              <w:t>Numer GTIN</w:t>
            </w:r>
          </w:p>
        </w:tc>
      </w:tr>
      <w:tr w:rsidR="00393FDC" w14:paraId="6514BB4A" w14:textId="77777777" w:rsidTr="00393FDC">
        <w:tc>
          <w:tcPr>
            <w:tcW w:w="562" w:type="dxa"/>
          </w:tcPr>
          <w:p w14:paraId="204FF381" w14:textId="793A250B" w:rsidR="00393FDC" w:rsidRDefault="003900D1" w:rsidP="003900D1">
            <w:pPr>
              <w:pStyle w:val="TEKSTwTABELIWYRODKOWANYtekstwyrodkowanywpoziomie"/>
            </w:pPr>
            <w:r>
              <w:t>1</w:t>
            </w:r>
          </w:p>
        </w:tc>
        <w:tc>
          <w:tcPr>
            <w:tcW w:w="1440" w:type="dxa"/>
          </w:tcPr>
          <w:p w14:paraId="363D703C" w14:textId="46AC18D9" w:rsidR="00393FDC" w:rsidRDefault="003900D1" w:rsidP="003900D1">
            <w:pPr>
              <w:pStyle w:val="TEKSTwTABELIWYRODKOWANYtekstwyrodkowanywpoziomie"/>
            </w:pPr>
            <w:r>
              <w:t>2</w:t>
            </w:r>
          </w:p>
        </w:tc>
        <w:tc>
          <w:tcPr>
            <w:tcW w:w="2029" w:type="dxa"/>
          </w:tcPr>
          <w:p w14:paraId="6E077580" w14:textId="5342255B" w:rsidR="00393FDC" w:rsidRDefault="003900D1" w:rsidP="003900D1">
            <w:pPr>
              <w:pStyle w:val="TEKSTwTABELIWYRODKOWANYtekstwyrodkowanywpoziomie"/>
            </w:pPr>
            <w:r>
              <w:t>3</w:t>
            </w:r>
          </w:p>
        </w:tc>
        <w:tc>
          <w:tcPr>
            <w:tcW w:w="1735" w:type="dxa"/>
          </w:tcPr>
          <w:p w14:paraId="2F33A92F" w14:textId="2B9FFCCF" w:rsidR="00393FDC" w:rsidRDefault="003900D1" w:rsidP="003900D1">
            <w:pPr>
              <w:pStyle w:val="TEKSTwTABELIWYRODKOWANYtekstwyrodkowanywpoziomie"/>
            </w:pPr>
            <w:r>
              <w:t>4</w:t>
            </w:r>
          </w:p>
        </w:tc>
        <w:tc>
          <w:tcPr>
            <w:tcW w:w="877" w:type="dxa"/>
          </w:tcPr>
          <w:p w14:paraId="6BEE4950" w14:textId="33B2687E" w:rsidR="00393FDC" w:rsidRDefault="003900D1" w:rsidP="003900D1">
            <w:pPr>
              <w:pStyle w:val="TEKSTwTABELIWYRODKOWANYtekstwyrodkowanywpoziomie"/>
            </w:pPr>
            <w:r>
              <w:t>5</w:t>
            </w:r>
          </w:p>
        </w:tc>
        <w:tc>
          <w:tcPr>
            <w:tcW w:w="1376" w:type="dxa"/>
          </w:tcPr>
          <w:p w14:paraId="2F7F68B7" w14:textId="5E5F74B3" w:rsidR="00393FDC" w:rsidRDefault="003900D1" w:rsidP="003900D1">
            <w:pPr>
              <w:pStyle w:val="TEKSTwTABELIWYRODKOWANYtekstwyrodkowanywpoziomie"/>
            </w:pPr>
            <w:r>
              <w:t>6</w:t>
            </w:r>
          </w:p>
        </w:tc>
        <w:tc>
          <w:tcPr>
            <w:tcW w:w="1025" w:type="dxa"/>
          </w:tcPr>
          <w:p w14:paraId="45E108A0" w14:textId="0F0CE972" w:rsidR="00393FDC" w:rsidRDefault="003900D1" w:rsidP="003900D1">
            <w:pPr>
              <w:pStyle w:val="TEKSTwTABELIWYRODKOWANYtekstwyrodkowanywpoziomie"/>
            </w:pPr>
            <w:r>
              <w:t>7</w:t>
            </w:r>
          </w:p>
        </w:tc>
      </w:tr>
      <w:tr w:rsidR="00393FDC" w14:paraId="65484E95" w14:textId="77777777" w:rsidTr="00393FDC">
        <w:tc>
          <w:tcPr>
            <w:tcW w:w="562" w:type="dxa"/>
          </w:tcPr>
          <w:p w14:paraId="6761E590" w14:textId="1627D5D1" w:rsidR="00393FDC" w:rsidRDefault="003900D1" w:rsidP="00393FDC">
            <w:pPr>
              <w:pStyle w:val="P1wTABELIpoziom1numeracjiwtabeli"/>
              <w:ind w:left="0" w:firstLine="0"/>
            </w:pPr>
            <w:r>
              <w:t>1.</w:t>
            </w:r>
          </w:p>
        </w:tc>
        <w:tc>
          <w:tcPr>
            <w:tcW w:w="1440" w:type="dxa"/>
          </w:tcPr>
          <w:p w14:paraId="31B0C3CB" w14:textId="77777777" w:rsidR="00393FDC" w:rsidRDefault="00393FDC" w:rsidP="00393FDC">
            <w:pPr>
              <w:pStyle w:val="P1wTABELIpoziom1numeracjiwtabeli"/>
              <w:ind w:left="0" w:firstLine="0"/>
            </w:pPr>
          </w:p>
        </w:tc>
        <w:tc>
          <w:tcPr>
            <w:tcW w:w="2029" w:type="dxa"/>
          </w:tcPr>
          <w:p w14:paraId="65540D99" w14:textId="77777777" w:rsidR="00393FDC" w:rsidRDefault="00393FDC" w:rsidP="00393FDC">
            <w:pPr>
              <w:pStyle w:val="P1wTABELIpoziom1numeracjiwtabeli"/>
              <w:ind w:left="0" w:firstLine="0"/>
            </w:pPr>
          </w:p>
        </w:tc>
        <w:tc>
          <w:tcPr>
            <w:tcW w:w="1735" w:type="dxa"/>
          </w:tcPr>
          <w:p w14:paraId="649A9207" w14:textId="77777777" w:rsidR="00393FDC" w:rsidRDefault="00393FDC" w:rsidP="00393FDC">
            <w:pPr>
              <w:pStyle w:val="P1wTABELIpoziom1numeracjiwtabeli"/>
              <w:ind w:left="0" w:firstLine="0"/>
            </w:pPr>
          </w:p>
        </w:tc>
        <w:tc>
          <w:tcPr>
            <w:tcW w:w="877" w:type="dxa"/>
          </w:tcPr>
          <w:p w14:paraId="18E10284" w14:textId="77777777" w:rsidR="00393FDC" w:rsidRDefault="00393FDC" w:rsidP="00393FDC">
            <w:pPr>
              <w:pStyle w:val="P1wTABELIpoziom1numeracjiwtabeli"/>
              <w:ind w:left="0" w:firstLine="0"/>
            </w:pPr>
          </w:p>
        </w:tc>
        <w:tc>
          <w:tcPr>
            <w:tcW w:w="1376" w:type="dxa"/>
          </w:tcPr>
          <w:p w14:paraId="0B2A51FB" w14:textId="77777777" w:rsidR="00393FDC" w:rsidRDefault="00393FDC" w:rsidP="00393FDC">
            <w:pPr>
              <w:pStyle w:val="P1wTABELIpoziom1numeracjiwtabeli"/>
              <w:ind w:left="0" w:firstLine="0"/>
            </w:pPr>
          </w:p>
        </w:tc>
        <w:tc>
          <w:tcPr>
            <w:tcW w:w="1025" w:type="dxa"/>
          </w:tcPr>
          <w:p w14:paraId="7197BD5B" w14:textId="77777777" w:rsidR="00393FDC" w:rsidRDefault="00393FDC" w:rsidP="00393FDC">
            <w:pPr>
              <w:pStyle w:val="P1wTABELIpoziom1numeracjiwtabeli"/>
              <w:ind w:left="0" w:firstLine="0"/>
            </w:pPr>
          </w:p>
        </w:tc>
      </w:tr>
      <w:tr w:rsidR="00393FDC" w14:paraId="4A857024" w14:textId="77777777" w:rsidTr="00393FDC">
        <w:tc>
          <w:tcPr>
            <w:tcW w:w="562" w:type="dxa"/>
          </w:tcPr>
          <w:p w14:paraId="21FB9428" w14:textId="3CC0DF2F" w:rsidR="00393FDC" w:rsidRDefault="003900D1" w:rsidP="00393FDC">
            <w:pPr>
              <w:pStyle w:val="P1wTABELIpoziom1numeracjiwtabeli"/>
              <w:ind w:left="0" w:firstLine="0"/>
            </w:pPr>
            <w:r>
              <w:t>2.</w:t>
            </w:r>
          </w:p>
        </w:tc>
        <w:tc>
          <w:tcPr>
            <w:tcW w:w="1440" w:type="dxa"/>
          </w:tcPr>
          <w:p w14:paraId="4B6F76D5" w14:textId="77777777" w:rsidR="00393FDC" w:rsidRDefault="00393FDC" w:rsidP="00393FDC">
            <w:pPr>
              <w:pStyle w:val="P1wTABELIpoziom1numeracjiwtabeli"/>
              <w:ind w:left="0" w:firstLine="0"/>
            </w:pPr>
          </w:p>
        </w:tc>
        <w:tc>
          <w:tcPr>
            <w:tcW w:w="2029" w:type="dxa"/>
          </w:tcPr>
          <w:p w14:paraId="0E2E9AFB" w14:textId="77777777" w:rsidR="00393FDC" w:rsidRDefault="00393FDC" w:rsidP="00393FDC">
            <w:pPr>
              <w:pStyle w:val="P1wTABELIpoziom1numeracjiwtabeli"/>
              <w:ind w:left="0" w:firstLine="0"/>
            </w:pPr>
          </w:p>
        </w:tc>
        <w:tc>
          <w:tcPr>
            <w:tcW w:w="1735" w:type="dxa"/>
          </w:tcPr>
          <w:p w14:paraId="2CFC3B3E" w14:textId="77777777" w:rsidR="00393FDC" w:rsidRDefault="00393FDC" w:rsidP="00393FDC">
            <w:pPr>
              <w:pStyle w:val="P1wTABELIpoziom1numeracjiwtabeli"/>
              <w:ind w:left="0" w:firstLine="0"/>
            </w:pPr>
          </w:p>
        </w:tc>
        <w:tc>
          <w:tcPr>
            <w:tcW w:w="877" w:type="dxa"/>
          </w:tcPr>
          <w:p w14:paraId="63798BDE" w14:textId="77777777" w:rsidR="00393FDC" w:rsidRDefault="00393FDC" w:rsidP="00393FDC">
            <w:pPr>
              <w:pStyle w:val="P1wTABELIpoziom1numeracjiwtabeli"/>
              <w:ind w:left="0" w:firstLine="0"/>
            </w:pPr>
          </w:p>
        </w:tc>
        <w:tc>
          <w:tcPr>
            <w:tcW w:w="1376" w:type="dxa"/>
          </w:tcPr>
          <w:p w14:paraId="48F7B564" w14:textId="77777777" w:rsidR="00393FDC" w:rsidRDefault="00393FDC" w:rsidP="00393FDC">
            <w:pPr>
              <w:pStyle w:val="P1wTABELIpoziom1numeracjiwtabeli"/>
              <w:ind w:left="0" w:firstLine="0"/>
            </w:pPr>
          </w:p>
        </w:tc>
        <w:tc>
          <w:tcPr>
            <w:tcW w:w="1025" w:type="dxa"/>
          </w:tcPr>
          <w:p w14:paraId="61F68CD3" w14:textId="77777777" w:rsidR="00393FDC" w:rsidRDefault="00393FDC" w:rsidP="00393FDC">
            <w:pPr>
              <w:pStyle w:val="P1wTABELIpoziom1numeracjiwtabeli"/>
              <w:ind w:left="0" w:firstLine="0"/>
            </w:pPr>
          </w:p>
        </w:tc>
      </w:tr>
      <w:tr w:rsidR="003900D1" w14:paraId="19AA235E" w14:textId="77777777" w:rsidTr="00393FDC">
        <w:tc>
          <w:tcPr>
            <w:tcW w:w="562" w:type="dxa"/>
          </w:tcPr>
          <w:p w14:paraId="747F9D96" w14:textId="5D093C8D" w:rsidR="003900D1" w:rsidRDefault="003900D1" w:rsidP="00393FDC">
            <w:pPr>
              <w:pStyle w:val="P1wTABELIpoziom1numeracjiwtabeli"/>
              <w:ind w:left="0" w:firstLine="0"/>
            </w:pPr>
            <w:r>
              <w:t>3.</w:t>
            </w:r>
          </w:p>
        </w:tc>
        <w:tc>
          <w:tcPr>
            <w:tcW w:w="1440" w:type="dxa"/>
          </w:tcPr>
          <w:p w14:paraId="5ECD70BC" w14:textId="77777777" w:rsidR="003900D1" w:rsidRDefault="003900D1" w:rsidP="00393FDC">
            <w:pPr>
              <w:pStyle w:val="P1wTABELIpoziom1numeracjiwtabeli"/>
              <w:ind w:left="0" w:firstLine="0"/>
            </w:pPr>
          </w:p>
        </w:tc>
        <w:tc>
          <w:tcPr>
            <w:tcW w:w="2029" w:type="dxa"/>
          </w:tcPr>
          <w:p w14:paraId="0A6AD635" w14:textId="77777777" w:rsidR="003900D1" w:rsidRDefault="003900D1" w:rsidP="00393FDC">
            <w:pPr>
              <w:pStyle w:val="P1wTABELIpoziom1numeracjiwtabeli"/>
              <w:ind w:left="0" w:firstLine="0"/>
            </w:pPr>
          </w:p>
        </w:tc>
        <w:tc>
          <w:tcPr>
            <w:tcW w:w="1735" w:type="dxa"/>
          </w:tcPr>
          <w:p w14:paraId="3FA87709" w14:textId="77777777" w:rsidR="003900D1" w:rsidRDefault="003900D1" w:rsidP="00393FDC">
            <w:pPr>
              <w:pStyle w:val="P1wTABELIpoziom1numeracjiwtabeli"/>
              <w:ind w:left="0" w:firstLine="0"/>
            </w:pPr>
          </w:p>
        </w:tc>
        <w:tc>
          <w:tcPr>
            <w:tcW w:w="877" w:type="dxa"/>
          </w:tcPr>
          <w:p w14:paraId="3CEB6E8F" w14:textId="77777777" w:rsidR="003900D1" w:rsidRDefault="003900D1" w:rsidP="00393FDC">
            <w:pPr>
              <w:pStyle w:val="P1wTABELIpoziom1numeracjiwtabeli"/>
              <w:ind w:left="0" w:firstLine="0"/>
            </w:pPr>
          </w:p>
        </w:tc>
        <w:tc>
          <w:tcPr>
            <w:tcW w:w="1376" w:type="dxa"/>
          </w:tcPr>
          <w:p w14:paraId="2EFD3912" w14:textId="77777777" w:rsidR="003900D1" w:rsidRDefault="003900D1" w:rsidP="00393FDC">
            <w:pPr>
              <w:pStyle w:val="P1wTABELIpoziom1numeracjiwtabeli"/>
              <w:ind w:left="0" w:firstLine="0"/>
            </w:pPr>
          </w:p>
        </w:tc>
        <w:tc>
          <w:tcPr>
            <w:tcW w:w="1025" w:type="dxa"/>
          </w:tcPr>
          <w:p w14:paraId="43832834" w14:textId="77777777" w:rsidR="003900D1" w:rsidRDefault="003900D1" w:rsidP="00393FDC">
            <w:pPr>
              <w:pStyle w:val="P1wTABELIpoziom1numeracjiwtabeli"/>
              <w:ind w:left="0" w:firstLine="0"/>
            </w:pPr>
          </w:p>
        </w:tc>
      </w:tr>
      <w:tr w:rsidR="003900D1" w14:paraId="4C14C8F3" w14:textId="77777777" w:rsidTr="00393FDC">
        <w:tc>
          <w:tcPr>
            <w:tcW w:w="562" w:type="dxa"/>
          </w:tcPr>
          <w:p w14:paraId="7475794C" w14:textId="252C8BDB" w:rsidR="003900D1" w:rsidRDefault="003900D1" w:rsidP="00393FDC">
            <w:pPr>
              <w:pStyle w:val="P1wTABELIpoziom1numeracjiwtabeli"/>
              <w:ind w:left="0" w:firstLine="0"/>
            </w:pPr>
            <w:r>
              <w:t>4.</w:t>
            </w:r>
          </w:p>
        </w:tc>
        <w:tc>
          <w:tcPr>
            <w:tcW w:w="1440" w:type="dxa"/>
          </w:tcPr>
          <w:p w14:paraId="59BB5C8F" w14:textId="77777777" w:rsidR="003900D1" w:rsidRDefault="003900D1" w:rsidP="00393FDC">
            <w:pPr>
              <w:pStyle w:val="P1wTABELIpoziom1numeracjiwtabeli"/>
              <w:ind w:left="0" w:firstLine="0"/>
            </w:pPr>
          </w:p>
        </w:tc>
        <w:tc>
          <w:tcPr>
            <w:tcW w:w="2029" w:type="dxa"/>
          </w:tcPr>
          <w:p w14:paraId="03DAAED9" w14:textId="77777777" w:rsidR="003900D1" w:rsidRDefault="003900D1" w:rsidP="00393FDC">
            <w:pPr>
              <w:pStyle w:val="P1wTABELIpoziom1numeracjiwtabeli"/>
              <w:ind w:left="0" w:firstLine="0"/>
            </w:pPr>
          </w:p>
        </w:tc>
        <w:tc>
          <w:tcPr>
            <w:tcW w:w="1735" w:type="dxa"/>
          </w:tcPr>
          <w:p w14:paraId="77726696" w14:textId="77777777" w:rsidR="003900D1" w:rsidRDefault="003900D1" w:rsidP="00393FDC">
            <w:pPr>
              <w:pStyle w:val="P1wTABELIpoziom1numeracjiwtabeli"/>
              <w:ind w:left="0" w:firstLine="0"/>
            </w:pPr>
          </w:p>
        </w:tc>
        <w:tc>
          <w:tcPr>
            <w:tcW w:w="877" w:type="dxa"/>
          </w:tcPr>
          <w:p w14:paraId="7AD68BB0" w14:textId="77777777" w:rsidR="003900D1" w:rsidRDefault="003900D1" w:rsidP="00393FDC">
            <w:pPr>
              <w:pStyle w:val="P1wTABELIpoziom1numeracjiwtabeli"/>
              <w:ind w:left="0" w:firstLine="0"/>
            </w:pPr>
          </w:p>
        </w:tc>
        <w:tc>
          <w:tcPr>
            <w:tcW w:w="1376" w:type="dxa"/>
          </w:tcPr>
          <w:p w14:paraId="13B9E13E" w14:textId="77777777" w:rsidR="003900D1" w:rsidRDefault="003900D1" w:rsidP="00393FDC">
            <w:pPr>
              <w:pStyle w:val="P1wTABELIpoziom1numeracjiwtabeli"/>
              <w:ind w:left="0" w:firstLine="0"/>
            </w:pPr>
          </w:p>
        </w:tc>
        <w:tc>
          <w:tcPr>
            <w:tcW w:w="1025" w:type="dxa"/>
          </w:tcPr>
          <w:p w14:paraId="5D02B634" w14:textId="77777777" w:rsidR="003900D1" w:rsidRDefault="003900D1" w:rsidP="00393FDC">
            <w:pPr>
              <w:pStyle w:val="P1wTABELIpoziom1numeracjiwtabeli"/>
              <w:ind w:left="0" w:firstLine="0"/>
            </w:pPr>
          </w:p>
        </w:tc>
      </w:tr>
      <w:tr w:rsidR="003900D1" w14:paraId="70B97533" w14:textId="77777777" w:rsidTr="00393FDC">
        <w:tc>
          <w:tcPr>
            <w:tcW w:w="562" w:type="dxa"/>
          </w:tcPr>
          <w:p w14:paraId="77CEEF23" w14:textId="05047267" w:rsidR="003900D1" w:rsidRDefault="003900D1" w:rsidP="00393FDC">
            <w:pPr>
              <w:pStyle w:val="P1wTABELIpoziom1numeracjiwtabeli"/>
              <w:ind w:left="0" w:firstLine="0"/>
            </w:pPr>
            <w:r>
              <w:t>5.</w:t>
            </w:r>
          </w:p>
        </w:tc>
        <w:tc>
          <w:tcPr>
            <w:tcW w:w="1440" w:type="dxa"/>
          </w:tcPr>
          <w:p w14:paraId="58B90DA5" w14:textId="77777777" w:rsidR="003900D1" w:rsidRDefault="003900D1" w:rsidP="00393FDC">
            <w:pPr>
              <w:pStyle w:val="P1wTABELIpoziom1numeracjiwtabeli"/>
              <w:ind w:left="0" w:firstLine="0"/>
            </w:pPr>
          </w:p>
        </w:tc>
        <w:tc>
          <w:tcPr>
            <w:tcW w:w="2029" w:type="dxa"/>
          </w:tcPr>
          <w:p w14:paraId="4E4D5D90" w14:textId="77777777" w:rsidR="003900D1" w:rsidRDefault="003900D1" w:rsidP="00393FDC">
            <w:pPr>
              <w:pStyle w:val="P1wTABELIpoziom1numeracjiwtabeli"/>
              <w:ind w:left="0" w:firstLine="0"/>
            </w:pPr>
          </w:p>
        </w:tc>
        <w:tc>
          <w:tcPr>
            <w:tcW w:w="1735" w:type="dxa"/>
          </w:tcPr>
          <w:p w14:paraId="090B495D" w14:textId="77777777" w:rsidR="003900D1" w:rsidRDefault="003900D1" w:rsidP="00393FDC">
            <w:pPr>
              <w:pStyle w:val="P1wTABELIpoziom1numeracjiwtabeli"/>
              <w:ind w:left="0" w:firstLine="0"/>
            </w:pPr>
          </w:p>
        </w:tc>
        <w:tc>
          <w:tcPr>
            <w:tcW w:w="877" w:type="dxa"/>
          </w:tcPr>
          <w:p w14:paraId="110A256B" w14:textId="77777777" w:rsidR="003900D1" w:rsidRDefault="003900D1" w:rsidP="00393FDC">
            <w:pPr>
              <w:pStyle w:val="P1wTABELIpoziom1numeracjiwtabeli"/>
              <w:ind w:left="0" w:firstLine="0"/>
            </w:pPr>
          </w:p>
        </w:tc>
        <w:tc>
          <w:tcPr>
            <w:tcW w:w="1376" w:type="dxa"/>
          </w:tcPr>
          <w:p w14:paraId="4D4A28ED" w14:textId="77777777" w:rsidR="003900D1" w:rsidRDefault="003900D1" w:rsidP="00393FDC">
            <w:pPr>
              <w:pStyle w:val="P1wTABELIpoziom1numeracjiwtabeli"/>
              <w:ind w:left="0" w:firstLine="0"/>
            </w:pPr>
          </w:p>
        </w:tc>
        <w:tc>
          <w:tcPr>
            <w:tcW w:w="1025" w:type="dxa"/>
          </w:tcPr>
          <w:p w14:paraId="3110E8A3" w14:textId="77777777" w:rsidR="003900D1" w:rsidRDefault="003900D1" w:rsidP="00393FDC">
            <w:pPr>
              <w:pStyle w:val="P1wTABELIpoziom1numeracjiwtabeli"/>
              <w:ind w:left="0" w:firstLine="0"/>
            </w:pPr>
          </w:p>
        </w:tc>
      </w:tr>
      <w:tr w:rsidR="003900D1" w14:paraId="5BC5DBB8" w14:textId="77777777" w:rsidTr="00393FDC">
        <w:tc>
          <w:tcPr>
            <w:tcW w:w="562" w:type="dxa"/>
          </w:tcPr>
          <w:p w14:paraId="609734D6" w14:textId="659FBB71" w:rsidR="003900D1" w:rsidRDefault="003900D1" w:rsidP="00393FDC">
            <w:pPr>
              <w:pStyle w:val="P1wTABELIpoziom1numeracjiwtabeli"/>
              <w:ind w:left="0" w:firstLine="0"/>
            </w:pPr>
            <w:r>
              <w:t>6.</w:t>
            </w:r>
          </w:p>
        </w:tc>
        <w:tc>
          <w:tcPr>
            <w:tcW w:w="1440" w:type="dxa"/>
          </w:tcPr>
          <w:p w14:paraId="23D2E5C3" w14:textId="77777777" w:rsidR="003900D1" w:rsidRDefault="003900D1" w:rsidP="00393FDC">
            <w:pPr>
              <w:pStyle w:val="P1wTABELIpoziom1numeracjiwtabeli"/>
              <w:ind w:left="0" w:firstLine="0"/>
            </w:pPr>
          </w:p>
        </w:tc>
        <w:tc>
          <w:tcPr>
            <w:tcW w:w="2029" w:type="dxa"/>
          </w:tcPr>
          <w:p w14:paraId="6CC53285" w14:textId="77777777" w:rsidR="003900D1" w:rsidRDefault="003900D1" w:rsidP="00393FDC">
            <w:pPr>
              <w:pStyle w:val="P1wTABELIpoziom1numeracjiwtabeli"/>
              <w:ind w:left="0" w:firstLine="0"/>
            </w:pPr>
          </w:p>
        </w:tc>
        <w:tc>
          <w:tcPr>
            <w:tcW w:w="1735" w:type="dxa"/>
          </w:tcPr>
          <w:p w14:paraId="642FF97F" w14:textId="77777777" w:rsidR="003900D1" w:rsidRDefault="003900D1" w:rsidP="00393FDC">
            <w:pPr>
              <w:pStyle w:val="P1wTABELIpoziom1numeracjiwtabeli"/>
              <w:ind w:left="0" w:firstLine="0"/>
            </w:pPr>
          </w:p>
        </w:tc>
        <w:tc>
          <w:tcPr>
            <w:tcW w:w="877" w:type="dxa"/>
          </w:tcPr>
          <w:p w14:paraId="1F836D9B" w14:textId="77777777" w:rsidR="003900D1" w:rsidRDefault="003900D1" w:rsidP="00393FDC">
            <w:pPr>
              <w:pStyle w:val="P1wTABELIpoziom1numeracjiwtabeli"/>
              <w:ind w:left="0" w:firstLine="0"/>
            </w:pPr>
          </w:p>
        </w:tc>
        <w:tc>
          <w:tcPr>
            <w:tcW w:w="1376" w:type="dxa"/>
          </w:tcPr>
          <w:p w14:paraId="10109F70" w14:textId="77777777" w:rsidR="003900D1" w:rsidRDefault="003900D1" w:rsidP="00393FDC">
            <w:pPr>
              <w:pStyle w:val="P1wTABELIpoziom1numeracjiwtabeli"/>
              <w:ind w:left="0" w:firstLine="0"/>
            </w:pPr>
          </w:p>
        </w:tc>
        <w:tc>
          <w:tcPr>
            <w:tcW w:w="1025" w:type="dxa"/>
          </w:tcPr>
          <w:p w14:paraId="68C15424" w14:textId="77777777" w:rsidR="003900D1" w:rsidRDefault="003900D1" w:rsidP="00393FDC">
            <w:pPr>
              <w:pStyle w:val="P1wTABELIpoziom1numeracjiwtabeli"/>
              <w:ind w:left="0" w:firstLine="0"/>
            </w:pPr>
          </w:p>
        </w:tc>
      </w:tr>
      <w:tr w:rsidR="003900D1" w14:paraId="231657D6" w14:textId="77777777" w:rsidTr="00393FDC">
        <w:tc>
          <w:tcPr>
            <w:tcW w:w="562" w:type="dxa"/>
          </w:tcPr>
          <w:p w14:paraId="415198AB" w14:textId="2159A743" w:rsidR="003900D1" w:rsidRDefault="003900D1" w:rsidP="00393FDC">
            <w:pPr>
              <w:pStyle w:val="P1wTABELIpoziom1numeracjiwtabeli"/>
              <w:ind w:left="0" w:firstLine="0"/>
            </w:pPr>
            <w:r>
              <w:t>7.</w:t>
            </w:r>
          </w:p>
        </w:tc>
        <w:tc>
          <w:tcPr>
            <w:tcW w:w="1440" w:type="dxa"/>
          </w:tcPr>
          <w:p w14:paraId="725AADB0" w14:textId="77777777" w:rsidR="003900D1" w:rsidRDefault="003900D1" w:rsidP="00393FDC">
            <w:pPr>
              <w:pStyle w:val="P1wTABELIpoziom1numeracjiwtabeli"/>
              <w:ind w:left="0" w:firstLine="0"/>
            </w:pPr>
          </w:p>
        </w:tc>
        <w:tc>
          <w:tcPr>
            <w:tcW w:w="2029" w:type="dxa"/>
          </w:tcPr>
          <w:p w14:paraId="1BC6236A" w14:textId="77777777" w:rsidR="003900D1" w:rsidRDefault="003900D1" w:rsidP="00393FDC">
            <w:pPr>
              <w:pStyle w:val="P1wTABELIpoziom1numeracjiwtabeli"/>
              <w:ind w:left="0" w:firstLine="0"/>
            </w:pPr>
          </w:p>
        </w:tc>
        <w:tc>
          <w:tcPr>
            <w:tcW w:w="1735" w:type="dxa"/>
          </w:tcPr>
          <w:p w14:paraId="1B495155" w14:textId="77777777" w:rsidR="003900D1" w:rsidRDefault="003900D1" w:rsidP="00393FDC">
            <w:pPr>
              <w:pStyle w:val="P1wTABELIpoziom1numeracjiwtabeli"/>
              <w:ind w:left="0" w:firstLine="0"/>
            </w:pPr>
          </w:p>
        </w:tc>
        <w:tc>
          <w:tcPr>
            <w:tcW w:w="877" w:type="dxa"/>
          </w:tcPr>
          <w:p w14:paraId="66C1E9B7" w14:textId="77777777" w:rsidR="003900D1" w:rsidRDefault="003900D1" w:rsidP="00393FDC">
            <w:pPr>
              <w:pStyle w:val="P1wTABELIpoziom1numeracjiwtabeli"/>
              <w:ind w:left="0" w:firstLine="0"/>
            </w:pPr>
          </w:p>
        </w:tc>
        <w:tc>
          <w:tcPr>
            <w:tcW w:w="1376" w:type="dxa"/>
          </w:tcPr>
          <w:p w14:paraId="38300864" w14:textId="77777777" w:rsidR="003900D1" w:rsidRDefault="003900D1" w:rsidP="00393FDC">
            <w:pPr>
              <w:pStyle w:val="P1wTABELIpoziom1numeracjiwtabeli"/>
              <w:ind w:left="0" w:firstLine="0"/>
            </w:pPr>
          </w:p>
        </w:tc>
        <w:tc>
          <w:tcPr>
            <w:tcW w:w="1025" w:type="dxa"/>
          </w:tcPr>
          <w:p w14:paraId="25BEC849" w14:textId="77777777" w:rsidR="003900D1" w:rsidRDefault="003900D1" w:rsidP="00393FDC">
            <w:pPr>
              <w:pStyle w:val="P1wTABELIpoziom1numeracjiwtabeli"/>
              <w:ind w:left="0" w:firstLine="0"/>
            </w:pPr>
          </w:p>
        </w:tc>
      </w:tr>
      <w:tr w:rsidR="003900D1" w14:paraId="691B9CBD" w14:textId="77777777" w:rsidTr="00393FDC">
        <w:tc>
          <w:tcPr>
            <w:tcW w:w="562" w:type="dxa"/>
          </w:tcPr>
          <w:p w14:paraId="77329C21" w14:textId="5075CEAF" w:rsidR="003900D1" w:rsidRDefault="003900D1" w:rsidP="00393FDC">
            <w:pPr>
              <w:pStyle w:val="P1wTABELIpoziom1numeracjiwtabeli"/>
              <w:ind w:left="0" w:firstLine="0"/>
            </w:pPr>
            <w:r>
              <w:t>8.</w:t>
            </w:r>
          </w:p>
        </w:tc>
        <w:tc>
          <w:tcPr>
            <w:tcW w:w="1440" w:type="dxa"/>
          </w:tcPr>
          <w:p w14:paraId="6B9C9B6A" w14:textId="77777777" w:rsidR="003900D1" w:rsidRDefault="003900D1" w:rsidP="00393FDC">
            <w:pPr>
              <w:pStyle w:val="P1wTABELIpoziom1numeracjiwtabeli"/>
              <w:ind w:left="0" w:firstLine="0"/>
            </w:pPr>
          </w:p>
        </w:tc>
        <w:tc>
          <w:tcPr>
            <w:tcW w:w="2029" w:type="dxa"/>
          </w:tcPr>
          <w:p w14:paraId="72033468" w14:textId="77777777" w:rsidR="003900D1" w:rsidRDefault="003900D1" w:rsidP="00393FDC">
            <w:pPr>
              <w:pStyle w:val="P1wTABELIpoziom1numeracjiwtabeli"/>
              <w:ind w:left="0" w:firstLine="0"/>
            </w:pPr>
          </w:p>
        </w:tc>
        <w:tc>
          <w:tcPr>
            <w:tcW w:w="1735" w:type="dxa"/>
          </w:tcPr>
          <w:p w14:paraId="7FFE6034" w14:textId="77777777" w:rsidR="003900D1" w:rsidRDefault="003900D1" w:rsidP="00393FDC">
            <w:pPr>
              <w:pStyle w:val="P1wTABELIpoziom1numeracjiwtabeli"/>
              <w:ind w:left="0" w:firstLine="0"/>
            </w:pPr>
          </w:p>
        </w:tc>
        <w:tc>
          <w:tcPr>
            <w:tcW w:w="877" w:type="dxa"/>
          </w:tcPr>
          <w:p w14:paraId="5CBDB6C8" w14:textId="77777777" w:rsidR="003900D1" w:rsidRDefault="003900D1" w:rsidP="00393FDC">
            <w:pPr>
              <w:pStyle w:val="P1wTABELIpoziom1numeracjiwtabeli"/>
              <w:ind w:left="0" w:firstLine="0"/>
            </w:pPr>
          </w:p>
        </w:tc>
        <w:tc>
          <w:tcPr>
            <w:tcW w:w="1376" w:type="dxa"/>
          </w:tcPr>
          <w:p w14:paraId="7519F54A" w14:textId="77777777" w:rsidR="003900D1" w:rsidRDefault="003900D1" w:rsidP="00393FDC">
            <w:pPr>
              <w:pStyle w:val="P1wTABELIpoziom1numeracjiwtabeli"/>
              <w:ind w:left="0" w:firstLine="0"/>
            </w:pPr>
          </w:p>
        </w:tc>
        <w:tc>
          <w:tcPr>
            <w:tcW w:w="1025" w:type="dxa"/>
          </w:tcPr>
          <w:p w14:paraId="7FE40187" w14:textId="77777777" w:rsidR="003900D1" w:rsidRDefault="003900D1" w:rsidP="00393FDC">
            <w:pPr>
              <w:pStyle w:val="P1wTABELIpoziom1numeracjiwtabeli"/>
              <w:ind w:left="0" w:firstLine="0"/>
            </w:pPr>
          </w:p>
        </w:tc>
      </w:tr>
      <w:tr w:rsidR="003900D1" w14:paraId="7A209224" w14:textId="77777777" w:rsidTr="00393FDC">
        <w:tc>
          <w:tcPr>
            <w:tcW w:w="562" w:type="dxa"/>
          </w:tcPr>
          <w:p w14:paraId="60781221" w14:textId="0965EBCE" w:rsidR="003900D1" w:rsidRDefault="003900D1" w:rsidP="00393FDC">
            <w:pPr>
              <w:pStyle w:val="P1wTABELIpoziom1numeracjiwtabeli"/>
              <w:ind w:left="0" w:firstLine="0"/>
            </w:pPr>
            <w:r>
              <w:t>9.</w:t>
            </w:r>
          </w:p>
        </w:tc>
        <w:tc>
          <w:tcPr>
            <w:tcW w:w="1440" w:type="dxa"/>
          </w:tcPr>
          <w:p w14:paraId="795C71B3" w14:textId="77777777" w:rsidR="003900D1" w:rsidRDefault="003900D1" w:rsidP="00393FDC">
            <w:pPr>
              <w:pStyle w:val="P1wTABELIpoziom1numeracjiwtabeli"/>
              <w:ind w:left="0" w:firstLine="0"/>
            </w:pPr>
          </w:p>
        </w:tc>
        <w:tc>
          <w:tcPr>
            <w:tcW w:w="2029" w:type="dxa"/>
          </w:tcPr>
          <w:p w14:paraId="6A82C793" w14:textId="77777777" w:rsidR="003900D1" w:rsidRDefault="003900D1" w:rsidP="00393FDC">
            <w:pPr>
              <w:pStyle w:val="P1wTABELIpoziom1numeracjiwtabeli"/>
              <w:ind w:left="0" w:firstLine="0"/>
            </w:pPr>
          </w:p>
        </w:tc>
        <w:tc>
          <w:tcPr>
            <w:tcW w:w="1735" w:type="dxa"/>
          </w:tcPr>
          <w:p w14:paraId="362F53CE" w14:textId="77777777" w:rsidR="003900D1" w:rsidRDefault="003900D1" w:rsidP="00393FDC">
            <w:pPr>
              <w:pStyle w:val="P1wTABELIpoziom1numeracjiwtabeli"/>
              <w:ind w:left="0" w:firstLine="0"/>
            </w:pPr>
          </w:p>
        </w:tc>
        <w:tc>
          <w:tcPr>
            <w:tcW w:w="877" w:type="dxa"/>
          </w:tcPr>
          <w:p w14:paraId="50AED3E9" w14:textId="77777777" w:rsidR="003900D1" w:rsidRDefault="003900D1" w:rsidP="00393FDC">
            <w:pPr>
              <w:pStyle w:val="P1wTABELIpoziom1numeracjiwtabeli"/>
              <w:ind w:left="0" w:firstLine="0"/>
            </w:pPr>
          </w:p>
        </w:tc>
        <w:tc>
          <w:tcPr>
            <w:tcW w:w="1376" w:type="dxa"/>
          </w:tcPr>
          <w:p w14:paraId="5E0475D2" w14:textId="77777777" w:rsidR="003900D1" w:rsidRDefault="003900D1" w:rsidP="00393FDC">
            <w:pPr>
              <w:pStyle w:val="P1wTABELIpoziom1numeracjiwtabeli"/>
              <w:ind w:left="0" w:firstLine="0"/>
            </w:pPr>
          </w:p>
        </w:tc>
        <w:tc>
          <w:tcPr>
            <w:tcW w:w="1025" w:type="dxa"/>
          </w:tcPr>
          <w:p w14:paraId="6C28F3DF" w14:textId="77777777" w:rsidR="003900D1" w:rsidRDefault="003900D1" w:rsidP="00393FDC">
            <w:pPr>
              <w:pStyle w:val="P1wTABELIpoziom1numeracjiwtabeli"/>
              <w:ind w:left="0" w:firstLine="0"/>
            </w:pPr>
          </w:p>
        </w:tc>
      </w:tr>
      <w:tr w:rsidR="003900D1" w14:paraId="01D6047F" w14:textId="77777777" w:rsidTr="00393FDC">
        <w:tc>
          <w:tcPr>
            <w:tcW w:w="562" w:type="dxa"/>
          </w:tcPr>
          <w:p w14:paraId="5F57CEA5" w14:textId="07D8A18B" w:rsidR="003900D1" w:rsidRDefault="003900D1" w:rsidP="00393FDC">
            <w:pPr>
              <w:pStyle w:val="P1wTABELIpoziom1numeracjiwtabeli"/>
              <w:ind w:left="0" w:firstLine="0"/>
            </w:pPr>
            <w:r>
              <w:t>10.</w:t>
            </w:r>
          </w:p>
        </w:tc>
        <w:tc>
          <w:tcPr>
            <w:tcW w:w="1440" w:type="dxa"/>
          </w:tcPr>
          <w:p w14:paraId="469F6D74" w14:textId="77777777" w:rsidR="003900D1" w:rsidRDefault="003900D1" w:rsidP="00393FDC">
            <w:pPr>
              <w:pStyle w:val="P1wTABELIpoziom1numeracjiwtabeli"/>
              <w:ind w:left="0" w:firstLine="0"/>
            </w:pPr>
          </w:p>
        </w:tc>
        <w:tc>
          <w:tcPr>
            <w:tcW w:w="2029" w:type="dxa"/>
          </w:tcPr>
          <w:p w14:paraId="6D36C8FD" w14:textId="77777777" w:rsidR="003900D1" w:rsidRDefault="003900D1" w:rsidP="00393FDC">
            <w:pPr>
              <w:pStyle w:val="P1wTABELIpoziom1numeracjiwtabeli"/>
              <w:ind w:left="0" w:firstLine="0"/>
            </w:pPr>
          </w:p>
        </w:tc>
        <w:tc>
          <w:tcPr>
            <w:tcW w:w="1735" w:type="dxa"/>
          </w:tcPr>
          <w:p w14:paraId="69C9878C" w14:textId="77777777" w:rsidR="003900D1" w:rsidRDefault="003900D1" w:rsidP="00393FDC">
            <w:pPr>
              <w:pStyle w:val="P1wTABELIpoziom1numeracjiwtabeli"/>
              <w:ind w:left="0" w:firstLine="0"/>
            </w:pPr>
          </w:p>
        </w:tc>
        <w:tc>
          <w:tcPr>
            <w:tcW w:w="877" w:type="dxa"/>
          </w:tcPr>
          <w:p w14:paraId="7361E697" w14:textId="77777777" w:rsidR="003900D1" w:rsidRDefault="003900D1" w:rsidP="00393FDC">
            <w:pPr>
              <w:pStyle w:val="P1wTABELIpoziom1numeracjiwtabeli"/>
              <w:ind w:left="0" w:firstLine="0"/>
            </w:pPr>
          </w:p>
        </w:tc>
        <w:tc>
          <w:tcPr>
            <w:tcW w:w="1376" w:type="dxa"/>
          </w:tcPr>
          <w:p w14:paraId="0DD81BCE" w14:textId="77777777" w:rsidR="003900D1" w:rsidRDefault="003900D1" w:rsidP="00393FDC">
            <w:pPr>
              <w:pStyle w:val="P1wTABELIpoziom1numeracjiwtabeli"/>
              <w:ind w:left="0" w:firstLine="0"/>
            </w:pPr>
          </w:p>
        </w:tc>
        <w:tc>
          <w:tcPr>
            <w:tcW w:w="1025" w:type="dxa"/>
          </w:tcPr>
          <w:p w14:paraId="36AF6582" w14:textId="77777777" w:rsidR="003900D1" w:rsidRDefault="003900D1" w:rsidP="00393FDC">
            <w:pPr>
              <w:pStyle w:val="P1wTABELIpoziom1numeracjiwtabeli"/>
              <w:ind w:left="0" w:firstLine="0"/>
            </w:pPr>
          </w:p>
        </w:tc>
      </w:tr>
    </w:tbl>
    <w:p w14:paraId="2B9A3985" w14:textId="77777777" w:rsidR="00F51F30" w:rsidRDefault="00F51F30" w:rsidP="001C0070">
      <w:pPr>
        <w:pStyle w:val="TEKSTZacznikido"/>
        <w:ind w:left="0"/>
      </w:pPr>
    </w:p>
    <w:sectPr w:rsidR="00F51F30" w:rsidSect="001224BC">
      <w:headerReference w:type="default" r:id="rId10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EE746" w14:textId="77777777" w:rsidR="00674A13" w:rsidRDefault="00674A13">
      <w:r>
        <w:separator/>
      </w:r>
    </w:p>
  </w:endnote>
  <w:endnote w:type="continuationSeparator" w:id="0">
    <w:p w14:paraId="5B02356B" w14:textId="77777777" w:rsidR="00674A13" w:rsidRDefault="00674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3EA3DF" w14:textId="77777777" w:rsidR="00674A13" w:rsidRDefault="00674A13">
      <w:r>
        <w:separator/>
      </w:r>
    </w:p>
  </w:footnote>
  <w:footnote w:type="continuationSeparator" w:id="0">
    <w:p w14:paraId="0EBB5360" w14:textId="77777777" w:rsidR="00674A13" w:rsidRDefault="00674A13">
      <w:r>
        <w:continuationSeparator/>
      </w:r>
    </w:p>
  </w:footnote>
  <w:footnote w:id="1">
    <w:p w14:paraId="65AD34B1" w14:textId="4CDE12C9" w:rsidR="00AB0910" w:rsidRPr="004C4289" w:rsidRDefault="00AB0910" w:rsidP="004C4289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 w:rsidR="00DD38FF" w:rsidRPr="00FF527D">
        <w:t xml:space="preserve">Minister Zdrowia kieruje działem administracji rządowej </w:t>
      </w:r>
      <w:r w:rsidR="00DF7AAC">
        <w:t>–</w:t>
      </w:r>
      <w:r w:rsidR="00DF7AAC" w:rsidRPr="00FF527D">
        <w:t xml:space="preserve"> </w:t>
      </w:r>
      <w:r w:rsidR="00DD38FF" w:rsidRPr="00FF527D">
        <w:t xml:space="preserve">zdrowie na podstawie § 1 ust. 2 rozporządzenia </w:t>
      </w:r>
      <w:r w:rsidR="00DD38FF">
        <w:t xml:space="preserve">Prezesa Rady Ministrów z dnia </w:t>
      </w:r>
      <w:r w:rsidR="00715FF5">
        <w:t>25</w:t>
      </w:r>
      <w:r w:rsidR="00DD38FF">
        <w:t xml:space="preserve"> </w:t>
      </w:r>
      <w:r w:rsidR="00715FF5">
        <w:t>lipca</w:t>
      </w:r>
      <w:r w:rsidR="00DD38FF" w:rsidRPr="00FF527D">
        <w:t xml:space="preserve"> 202</w:t>
      </w:r>
      <w:r w:rsidR="00715FF5">
        <w:t>5</w:t>
      </w:r>
      <w:r w:rsidR="00DD38FF" w:rsidRPr="00FF527D">
        <w:t> r. w sprawie szczegółowego zakresu działania Ministra Zdrowia (Dz. U. poz.</w:t>
      </w:r>
      <w:r w:rsidR="00DD38FF">
        <w:t xml:space="preserve"> </w:t>
      </w:r>
      <w:r w:rsidR="00715FF5">
        <w:t>1004</w:t>
      </w:r>
      <w:r w:rsidR="00DD38FF" w:rsidRPr="00FF527D">
        <w:t>).</w:t>
      </w:r>
    </w:p>
  </w:footnote>
  <w:footnote w:id="2">
    <w:p w14:paraId="01F9F394" w14:textId="3DDE5946" w:rsidR="00BA7BD7" w:rsidRPr="00BA7BD7" w:rsidRDefault="00BA7BD7" w:rsidP="00AE2BBD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  <w:t xml:space="preserve">Niniejsze rozporządzenie było poprzedzone rozporządzeniem </w:t>
      </w:r>
      <w:r w:rsidRPr="00BA7BD7">
        <w:t>Ministra Zdrowia z dnia 15 września 2005 r. w sprawie leków związanych z chorobami wywołanymi pracą przy azbeście</w:t>
      </w:r>
      <w:r>
        <w:t xml:space="preserve"> </w:t>
      </w:r>
      <w:r w:rsidRPr="00BA7BD7">
        <w:t>(Dz.</w:t>
      </w:r>
      <w:r w:rsidR="00C710A3">
        <w:t xml:space="preserve"> </w:t>
      </w:r>
      <w:r w:rsidRPr="00BA7BD7">
        <w:t>U. poz. 1603)</w:t>
      </w:r>
      <w:r>
        <w:t xml:space="preserve">, </w:t>
      </w:r>
      <w:r w:rsidR="00E77E8F" w:rsidRPr="00E77E8F">
        <w:t>które traci moc z dniem wejścia w życie niniejszego rozporządzenia zgodnie</w:t>
      </w:r>
      <w:r w:rsidR="00E77E8F">
        <w:t xml:space="preserve"> z </w:t>
      </w:r>
      <w:r>
        <w:t xml:space="preserve">art. </w:t>
      </w:r>
      <w:r w:rsidR="00C201DF">
        <w:t>81</w:t>
      </w:r>
      <w:r w:rsidR="00B769F6">
        <w:t xml:space="preserve"> </w:t>
      </w:r>
      <w:r>
        <w:t xml:space="preserve">ustawy z dnia ……….. </w:t>
      </w:r>
      <w:r w:rsidRPr="00BA7BD7">
        <w:t>o wyrobach zawierających azbest (Dz.</w:t>
      </w:r>
      <w:r w:rsidR="00C710A3">
        <w:t xml:space="preserve"> </w:t>
      </w:r>
      <w:r w:rsidRPr="00BA7BD7">
        <w:t>U. z …… r.</w:t>
      </w:r>
      <w:r w:rsidR="00C710A3">
        <w:t xml:space="preserve"> </w:t>
      </w:r>
      <w:r w:rsidRPr="00BA7BD7">
        <w:t>poz. ……..)</w:t>
      </w:r>
      <w:r w:rsidR="00C710A3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13590" w14:textId="77777777" w:rsidR="00AB0910" w:rsidRPr="00B371CC" w:rsidRDefault="00AB0910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AE2BBD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34D13FB"/>
    <w:multiLevelType w:val="hybridMultilevel"/>
    <w:tmpl w:val="58DE9DF4"/>
    <w:lvl w:ilvl="0" w:tplc="C430F04E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7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12487351">
    <w:abstractNumId w:val="23"/>
  </w:num>
  <w:num w:numId="2" w16cid:durableId="2025744238">
    <w:abstractNumId w:val="23"/>
  </w:num>
  <w:num w:numId="3" w16cid:durableId="1957441887">
    <w:abstractNumId w:val="18"/>
  </w:num>
  <w:num w:numId="4" w16cid:durableId="751586069">
    <w:abstractNumId w:val="18"/>
  </w:num>
  <w:num w:numId="5" w16cid:durableId="1372848162">
    <w:abstractNumId w:val="36"/>
  </w:num>
  <w:num w:numId="6" w16cid:durableId="413433000">
    <w:abstractNumId w:val="31"/>
  </w:num>
  <w:num w:numId="7" w16cid:durableId="378019284">
    <w:abstractNumId w:val="36"/>
  </w:num>
  <w:num w:numId="8" w16cid:durableId="1714423915">
    <w:abstractNumId w:val="31"/>
  </w:num>
  <w:num w:numId="9" w16cid:durableId="225070451">
    <w:abstractNumId w:val="36"/>
  </w:num>
  <w:num w:numId="10" w16cid:durableId="88619832">
    <w:abstractNumId w:val="31"/>
  </w:num>
  <w:num w:numId="11" w16cid:durableId="477962787">
    <w:abstractNumId w:val="14"/>
  </w:num>
  <w:num w:numId="12" w16cid:durableId="1608853087">
    <w:abstractNumId w:val="10"/>
  </w:num>
  <w:num w:numId="13" w16cid:durableId="756754196">
    <w:abstractNumId w:val="15"/>
  </w:num>
  <w:num w:numId="14" w16cid:durableId="2096894146">
    <w:abstractNumId w:val="26"/>
  </w:num>
  <w:num w:numId="15" w16cid:durableId="1815832600">
    <w:abstractNumId w:val="14"/>
  </w:num>
  <w:num w:numId="16" w16cid:durableId="135685301">
    <w:abstractNumId w:val="16"/>
  </w:num>
  <w:num w:numId="17" w16cid:durableId="1428230131">
    <w:abstractNumId w:val="8"/>
  </w:num>
  <w:num w:numId="18" w16cid:durableId="15157951">
    <w:abstractNumId w:val="3"/>
  </w:num>
  <w:num w:numId="19" w16cid:durableId="758987750">
    <w:abstractNumId w:val="2"/>
  </w:num>
  <w:num w:numId="20" w16cid:durableId="1188762860">
    <w:abstractNumId w:val="1"/>
  </w:num>
  <w:num w:numId="21" w16cid:durableId="1451826015">
    <w:abstractNumId w:val="0"/>
  </w:num>
  <w:num w:numId="22" w16cid:durableId="595022788">
    <w:abstractNumId w:val="9"/>
  </w:num>
  <w:num w:numId="23" w16cid:durableId="126172357">
    <w:abstractNumId w:val="7"/>
  </w:num>
  <w:num w:numId="24" w16cid:durableId="1920675759">
    <w:abstractNumId w:val="6"/>
  </w:num>
  <w:num w:numId="25" w16cid:durableId="1293436777">
    <w:abstractNumId w:val="5"/>
  </w:num>
  <w:num w:numId="26" w16cid:durableId="2080444395">
    <w:abstractNumId w:val="4"/>
  </w:num>
  <w:num w:numId="27" w16cid:durableId="360859121">
    <w:abstractNumId w:val="33"/>
  </w:num>
  <w:num w:numId="28" w16cid:durableId="1360660286">
    <w:abstractNumId w:val="25"/>
  </w:num>
  <w:num w:numId="29" w16cid:durableId="359015748">
    <w:abstractNumId w:val="37"/>
  </w:num>
  <w:num w:numId="30" w16cid:durableId="182525038">
    <w:abstractNumId w:val="32"/>
  </w:num>
  <w:num w:numId="31" w16cid:durableId="912743805">
    <w:abstractNumId w:val="19"/>
  </w:num>
  <w:num w:numId="32" w16cid:durableId="1236626077">
    <w:abstractNumId w:val="11"/>
  </w:num>
  <w:num w:numId="33" w16cid:durableId="1882590452">
    <w:abstractNumId w:val="30"/>
  </w:num>
  <w:num w:numId="34" w16cid:durableId="1826239483">
    <w:abstractNumId w:val="20"/>
  </w:num>
  <w:num w:numId="35" w16cid:durableId="609974952">
    <w:abstractNumId w:val="17"/>
  </w:num>
  <w:num w:numId="36" w16cid:durableId="688681761">
    <w:abstractNumId w:val="22"/>
  </w:num>
  <w:num w:numId="37" w16cid:durableId="328943664">
    <w:abstractNumId w:val="27"/>
  </w:num>
  <w:num w:numId="38" w16cid:durableId="1880119191">
    <w:abstractNumId w:val="24"/>
  </w:num>
  <w:num w:numId="39" w16cid:durableId="1658918056">
    <w:abstractNumId w:val="13"/>
  </w:num>
  <w:num w:numId="40" w16cid:durableId="1590458433">
    <w:abstractNumId w:val="29"/>
  </w:num>
  <w:num w:numId="41" w16cid:durableId="1092556545">
    <w:abstractNumId w:val="28"/>
  </w:num>
  <w:num w:numId="42" w16cid:durableId="637102988">
    <w:abstractNumId w:val="21"/>
  </w:num>
  <w:num w:numId="43" w16cid:durableId="977800661">
    <w:abstractNumId w:val="34"/>
  </w:num>
  <w:num w:numId="44" w16cid:durableId="2043743027">
    <w:abstractNumId w:val="12"/>
  </w:num>
  <w:num w:numId="45" w16cid:durableId="115934391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F15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3C4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2ECB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723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12A3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24BC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5AFB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0070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55774"/>
    <w:rsid w:val="00261A16"/>
    <w:rsid w:val="00263522"/>
    <w:rsid w:val="00264EC6"/>
    <w:rsid w:val="00271013"/>
    <w:rsid w:val="00273FE4"/>
    <w:rsid w:val="002765B4"/>
    <w:rsid w:val="00276A94"/>
    <w:rsid w:val="0029405D"/>
    <w:rsid w:val="00294FA6"/>
    <w:rsid w:val="00295A6F"/>
    <w:rsid w:val="00295BAD"/>
    <w:rsid w:val="002A1975"/>
    <w:rsid w:val="002A20C4"/>
    <w:rsid w:val="002A570F"/>
    <w:rsid w:val="002A7292"/>
    <w:rsid w:val="002A7358"/>
    <w:rsid w:val="002A7902"/>
    <w:rsid w:val="002B0F6B"/>
    <w:rsid w:val="002B23B8"/>
    <w:rsid w:val="002B3DD1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13E6"/>
    <w:rsid w:val="00322D45"/>
    <w:rsid w:val="003232BA"/>
    <w:rsid w:val="0032569A"/>
    <w:rsid w:val="00325A1F"/>
    <w:rsid w:val="003268F9"/>
    <w:rsid w:val="00330BAF"/>
    <w:rsid w:val="00334E3A"/>
    <w:rsid w:val="003361DD"/>
    <w:rsid w:val="00341A6A"/>
    <w:rsid w:val="00345B9C"/>
    <w:rsid w:val="003507F1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0D1"/>
    <w:rsid w:val="00390E89"/>
    <w:rsid w:val="00391B1A"/>
    <w:rsid w:val="00393FDC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32E9"/>
    <w:rsid w:val="003B4A57"/>
    <w:rsid w:val="003C091C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0B69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36AA7"/>
    <w:rsid w:val="00440C99"/>
    <w:rsid w:val="0044175C"/>
    <w:rsid w:val="00445F4D"/>
    <w:rsid w:val="004504C0"/>
    <w:rsid w:val="0045253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0C93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173E"/>
    <w:rsid w:val="004C3B06"/>
    <w:rsid w:val="004C3F97"/>
    <w:rsid w:val="004C4289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3E4A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57D7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4827"/>
    <w:rsid w:val="00585F33"/>
    <w:rsid w:val="00591124"/>
    <w:rsid w:val="00597024"/>
    <w:rsid w:val="005A0274"/>
    <w:rsid w:val="005A095C"/>
    <w:rsid w:val="005A431C"/>
    <w:rsid w:val="005A669D"/>
    <w:rsid w:val="005A75D8"/>
    <w:rsid w:val="005B713E"/>
    <w:rsid w:val="005C03B6"/>
    <w:rsid w:val="005C348E"/>
    <w:rsid w:val="005C68E1"/>
    <w:rsid w:val="005D3763"/>
    <w:rsid w:val="005D55E1"/>
    <w:rsid w:val="005E19F7"/>
    <w:rsid w:val="005E4F04"/>
    <w:rsid w:val="005E6102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74A13"/>
    <w:rsid w:val="00680058"/>
    <w:rsid w:val="00681F9F"/>
    <w:rsid w:val="00682D01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3FFF"/>
    <w:rsid w:val="006A748A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4DE7"/>
    <w:rsid w:val="007069FC"/>
    <w:rsid w:val="00711221"/>
    <w:rsid w:val="00712675"/>
    <w:rsid w:val="00713808"/>
    <w:rsid w:val="007151B6"/>
    <w:rsid w:val="0071520D"/>
    <w:rsid w:val="00715A08"/>
    <w:rsid w:val="00715EDB"/>
    <w:rsid w:val="00715FF5"/>
    <w:rsid w:val="007160D5"/>
    <w:rsid w:val="007163FB"/>
    <w:rsid w:val="00717C2E"/>
    <w:rsid w:val="007204FA"/>
    <w:rsid w:val="007213B3"/>
    <w:rsid w:val="0072457F"/>
    <w:rsid w:val="007245D2"/>
    <w:rsid w:val="00725406"/>
    <w:rsid w:val="0072621B"/>
    <w:rsid w:val="00730555"/>
    <w:rsid w:val="007312CC"/>
    <w:rsid w:val="00732334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049A"/>
    <w:rsid w:val="0078214B"/>
    <w:rsid w:val="0078498A"/>
    <w:rsid w:val="00792207"/>
    <w:rsid w:val="00792B64"/>
    <w:rsid w:val="00792E29"/>
    <w:rsid w:val="0079379A"/>
    <w:rsid w:val="00794953"/>
    <w:rsid w:val="007A15D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2BD9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669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4EB2"/>
    <w:rsid w:val="008C5BE0"/>
    <w:rsid w:val="008C7233"/>
    <w:rsid w:val="008D2434"/>
    <w:rsid w:val="008E171D"/>
    <w:rsid w:val="008E2785"/>
    <w:rsid w:val="008E78A3"/>
    <w:rsid w:val="008E7D71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3F6E"/>
    <w:rsid w:val="00937598"/>
    <w:rsid w:val="0093790B"/>
    <w:rsid w:val="00943751"/>
    <w:rsid w:val="009458F4"/>
    <w:rsid w:val="00945C2F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563"/>
    <w:rsid w:val="00965F88"/>
    <w:rsid w:val="00984E03"/>
    <w:rsid w:val="00987E85"/>
    <w:rsid w:val="009912D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9F6634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5185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910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D593D"/>
    <w:rsid w:val="00AE2BBD"/>
    <w:rsid w:val="00AE4179"/>
    <w:rsid w:val="00AE4425"/>
    <w:rsid w:val="00AE4458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16B58"/>
    <w:rsid w:val="00B21487"/>
    <w:rsid w:val="00B232D1"/>
    <w:rsid w:val="00B24DB5"/>
    <w:rsid w:val="00B259B3"/>
    <w:rsid w:val="00B31F9E"/>
    <w:rsid w:val="00B3268F"/>
    <w:rsid w:val="00B32C2C"/>
    <w:rsid w:val="00B33A1A"/>
    <w:rsid w:val="00B33E6C"/>
    <w:rsid w:val="00B34A76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133"/>
    <w:rsid w:val="00B642FC"/>
    <w:rsid w:val="00B64D26"/>
    <w:rsid w:val="00B64FBB"/>
    <w:rsid w:val="00B70E22"/>
    <w:rsid w:val="00B720A9"/>
    <w:rsid w:val="00B769F6"/>
    <w:rsid w:val="00B774CB"/>
    <w:rsid w:val="00B80402"/>
    <w:rsid w:val="00B80B9A"/>
    <w:rsid w:val="00B830B7"/>
    <w:rsid w:val="00B848EA"/>
    <w:rsid w:val="00B84B2B"/>
    <w:rsid w:val="00B90500"/>
    <w:rsid w:val="00B9176C"/>
    <w:rsid w:val="00B929E7"/>
    <w:rsid w:val="00B935A4"/>
    <w:rsid w:val="00BA561A"/>
    <w:rsid w:val="00BA7BD7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4C09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01DF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10A3"/>
    <w:rsid w:val="00C72223"/>
    <w:rsid w:val="00C76417"/>
    <w:rsid w:val="00C7726F"/>
    <w:rsid w:val="00C823DA"/>
    <w:rsid w:val="00C8259F"/>
    <w:rsid w:val="00C82746"/>
    <w:rsid w:val="00C8312F"/>
    <w:rsid w:val="00C84C47"/>
    <w:rsid w:val="00C84C65"/>
    <w:rsid w:val="00C858A4"/>
    <w:rsid w:val="00C86AFA"/>
    <w:rsid w:val="00CB18D0"/>
    <w:rsid w:val="00CB1C8A"/>
    <w:rsid w:val="00CB24F5"/>
    <w:rsid w:val="00CB2663"/>
    <w:rsid w:val="00CB3BBE"/>
    <w:rsid w:val="00CB3EBC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0D7B"/>
    <w:rsid w:val="00D32721"/>
    <w:rsid w:val="00D328DC"/>
    <w:rsid w:val="00D33387"/>
    <w:rsid w:val="00D402FB"/>
    <w:rsid w:val="00D47D7A"/>
    <w:rsid w:val="00D50ABD"/>
    <w:rsid w:val="00D55290"/>
    <w:rsid w:val="00D57791"/>
    <w:rsid w:val="00D57922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D28CE"/>
    <w:rsid w:val="00DD38FF"/>
    <w:rsid w:val="00DE1554"/>
    <w:rsid w:val="00DE2901"/>
    <w:rsid w:val="00DE590F"/>
    <w:rsid w:val="00DE7DC1"/>
    <w:rsid w:val="00DF3F7E"/>
    <w:rsid w:val="00DF7648"/>
    <w:rsid w:val="00DF7AAC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29F8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77E8F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8C2"/>
    <w:rsid w:val="00EB192B"/>
    <w:rsid w:val="00EB19ED"/>
    <w:rsid w:val="00EB1CAB"/>
    <w:rsid w:val="00EB393E"/>
    <w:rsid w:val="00EC0F5A"/>
    <w:rsid w:val="00EC4265"/>
    <w:rsid w:val="00EC4CEB"/>
    <w:rsid w:val="00EC659E"/>
    <w:rsid w:val="00EC7F64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1F30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10D3"/>
    <w:rsid w:val="00F82E30"/>
    <w:rsid w:val="00F831CB"/>
    <w:rsid w:val="00F848A3"/>
    <w:rsid w:val="00F84ACF"/>
    <w:rsid w:val="00F85742"/>
    <w:rsid w:val="00F85BF8"/>
    <w:rsid w:val="00F871CE"/>
    <w:rsid w:val="00F87802"/>
    <w:rsid w:val="00F90737"/>
    <w:rsid w:val="00F92C0A"/>
    <w:rsid w:val="00F9415B"/>
    <w:rsid w:val="00FA13C2"/>
    <w:rsid w:val="00FA7F91"/>
    <w:rsid w:val="00FB121C"/>
    <w:rsid w:val="00FB1CDD"/>
    <w:rsid w:val="00FB2C2F"/>
    <w:rsid w:val="00FB305C"/>
    <w:rsid w:val="00FC2E3D"/>
    <w:rsid w:val="00FC3BDE"/>
    <w:rsid w:val="00FC4239"/>
    <w:rsid w:val="00FD1DBE"/>
    <w:rsid w:val="00FD25A7"/>
    <w:rsid w:val="00FD27B6"/>
    <w:rsid w:val="00FD3689"/>
    <w:rsid w:val="00FD42A3"/>
    <w:rsid w:val="00FD4F15"/>
    <w:rsid w:val="00FD7468"/>
    <w:rsid w:val="00FD7CE0"/>
    <w:rsid w:val="00FE0B3B"/>
    <w:rsid w:val="00FE1BE2"/>
    <w:rsid w:val="00FE730A"/>
    <w:rsid w:val="00FF1DD7"/>
    <w:rsid w:val="00FF392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ABFDEF"/>
  <w15:docId w15:val="{0F60A358-DF78-4B69-A637-7FBCB4FAB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7245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character" w:styleId="Hipercze">
    <w:name w:val="Hyperlink"/>
    <w:basedOn w:val="Domylnaczcionkaakapitu"/>
    <w:uiPriority w:val="99"/>
    <w:semiHidden/>
    <w:unhideWhenUsed/>
    <w:rsid w:val="00FD4F15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FD4F15"/>
    <w:pPr>
      <w:suppressAutoHyphens/>
      <w:autoSpaceDE/>
      <w:autoSpaceDN/>
      <w:adjustRightInd/>
      <w:spacing w:after="120" w:line="240" w:lineRule="auto"/>
    </w:pPr>
    <w:rPr>
      <w:rFonts w:eastAsia="Arial Unicode MS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FD4F15"/>
    <w:rPr>
      <w:rFonts w:ascii="Times New Roman" w:eastAsia="Arial Unicode MS" w:hAnsi="Times New Roman"/>
      <w:szCs w:val="20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7245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oprawka">
    <w:name w:val="Revision"/>
    <w:hidden/>
    <w:uiPriority w:val="99"/>
    <w:semiHidden/>
    <w:rsid w:val="002B3DD1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styleId="Siatkatabelijasna">
    <w:name w:val="Grid Table Light"/>
    <w:basedOn w:val="Standardowy"/>
    <w:uiPriority w:val="40"/>
    <w:rsid w:val="00393FDC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99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49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36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70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08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0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0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4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24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8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39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377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69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866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05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526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98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216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44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47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1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87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90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42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46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sip.legalis.pl/document-view.seam?documentId=mfrxilrxgazdcobrga4s44dboaxdcmjugi4dinr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.drelich-sikorska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31EFF98-C44C-49F5-8321-3004B4A01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28</TotalTime>
  <Pages>2</Pages>
  <Words>135</Words>
  <Characters>929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Izabela Drelich-Sikorska</dc:creator>
  <cp:lastModifiedBy>Kossakowska Magdalena</cp:lastModifiedBy>
  <cp:revision>12</cp:revision>
  <cp:lastPrinted>2012-04-23T06:39:00Z</cp:lastPrinted>
  <dcterms:created xsi:type="dcterms:W3CDTF">2024-12-24T08:47:00Z</dcterms:created>
  <dcterms:modified xsi:type="dcterms:W3CDTF">2025-08-07T10:26:00Z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